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45"/>
        <w:gridCol w:w="501"/>
        <w:gridCol w:w="570"/>
        <w:gridCol w:w="347"/>
        <w:gridCol w:w="223"/>
        <w:gridCol w:w="330"/>
        <w:gridCol w:w="155"/>
        <w:gridCol w:w="142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2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00000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80502115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2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6EC0C050" w:rsidR="00053988" w:rsidRPr="009716C1" w:rsidRDefault="009716C1" w:rsidP="009716C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GIS-9</w:t>
            </w:r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2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730CA5CE" w:rsidR="00053988" w:rsidRPr="009D2C37" w:rsidRDefault="007E08CE" w:rsidP="00515D95">
            <w:pPr>
              <w:rPr>
                <w:lang w:val="en-GB"/>
              </w:rPr>
            </w:pPr>
            <w:r>
              <w:rPr>
                <w:lang w:val="ru-RU"/>
              </w:rPr>
              <w:t>23.08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32FB0C93" w:rsidR="00053988" w:rsidRPr="009D2C37" w:rsidRDefault="007E08CE" w:rsidP="00417466">
            <w:pPr>
              <w:rPr>
                <w:lang w:val="en-GB"/>
              </w:rPr>
            </w:pPr>
            <w:r>
              <w:rPr>
                <w:lang w:val="ru-RU"/>
              </w:rPr>
              <w:t>26.08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A2227D" w14:paraId="6B1A9A35" w14:textId="77777777" w:rsidTr="008C5B3D">
        <w:tc>
          <w:tcPr>
            <w:tcW w:w="10239" w:type="dxa"/>
            <w:gridSpan w:val="2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</w:t>
            </w:r>
            <w:proofErr w:type="gramStart"/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</w:t>
            </w:r>
            <w:proofErr w:type="gramEnd"/>
            <w:r w:rsidR="00E026CB" w:rsidRPr="009D2C37">
              <w:rPr>
                <w:sz w:val="20"/>
                <w:szCs w:val="20"/>
                <w:lang w:val="en-US"/>
              </w:rPr>
              <w:t xml:space="preserve">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Hyperlink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A2227D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KeinLeerraum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A2227D">
              <w:rPr>
                <w:bCs/>
                <w:sz w:val="20"/>
                <w:szCs w:val="20"/>
                <w:lang w:val="en-US"/>
              </w:rPr>
              <w:t xml:space="preserve">Yangi </w:t>
            </w:r>
            <w:proofErr w:type="spellStart"/>
            <w:r w:rsidRPr="00A2227D">
              <w:rPr>
                <w:bCs/>
                <w:sz w:val="20"/>
                <w:szCs w:val="20"/>
                <w:lang w:val="en-US"/>
              </w:rPr>
              <w:t>Hayot</w:t>
            </w:r>
            <w:proofErr w:type="spellEnd"/>
            <w:r w:rsidRPr="00A2227D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A2227D">
              <w:rPr>
                <w:bCs/>
                <w:sz w:val="20"/>
                <w:szCs w:val="20"/>
                <w:lang w:val="en-US"/>
              </w:rPr>
              <w:t>district,  Novaya</w:t>
            </w:r>
            <w:proofErr w:type="gramEnd"/>
            <w:r w:rsidRPr="00A2227D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227D">
              <w:rPr>
                <w:bCs/>
                <w:sz w:val="20"/>
                <w:szCs w:val="20"/>
                <w:lang w:val="en-US"/>
              </w:rPr>
              <w:t>Tashkentskaya</w:t>
            </w:r>
            <w:proofErr w:type="spellEnd"/>
            <w:r w:rsidRPr="00A2227D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227D">
              <w:rPr>
                <w:bCs/>
                <w:sz w:val="20"/>
                <w:szCs w:val="20"/>
                <w:lang w:val="en-US"/>
              </w:rPr>
              <w:t>Koltsevaya</w:t>
            </w:r>
            <w:proofErr w:type="spellEnd"/>
            <w:r w:rsidRPr="00A2227D">
              <w:rPr>
                <w:bCs/>
                <w:sz w:val="20"/>
                <w:szCs w:val="20"/>
                <w:lang w:val="en-US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04FB8FF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7E08CE">
              <w:rPr>
                <w:sz w:val="20"/>
                <w:szCs w:val="20"/>
                <w:lang w:val="ru-RU"/>
              </w:rPr>
              <w:t>26.08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275CAFC4" w:rsidR="00CF0C2E" w:rsidRPr="00D06747" w:rsidRDefault="00D06747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D06747">
              <w:rPr>
                <w:rFonts w:ascii="Ek Mukta" w:hAnsi="Ek Mukta"/>
                <w:b/>
                <w:bCs/>
                <w:color w:val="222222"/>
                <w:sz w:val="28"/>
                <w:szCs w:val="32"/>
                <w:shd w:val="clear" w:color="auto" w:fill="FFFFFF"/>
              </w:rPr>
              <w:t>AT0593818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02440F7F" w:rsidR="00CF0C2E" w:rsidRPr="009D2C37" w:rsidRDefault="007E08CE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26.08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1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1AB3D202" w:rsidR="00CF0C2E" w:rsidRPr="009D2C37" w:rsidRDefault="007E08C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7E08CE">
              <w:rPr>
                <w:sz w:val="20"/>
                <w:szCs w:val="20"/>
                <w:lang w:val="en-US"/>
              </w:rPr>
              <w:t>6511851491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D1766F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Co</w:t>
            </w:r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2DCD5222" w:rsidR="00CF0C2E" w:rsidRPr="007E08CE" w:rsidRDefault="007E08CE" w:rsidP="007E08CE">
            <w:pPr>
              <w:pStyle w:val="TabellenInhalt"/>
              <w:snapToGrid w:val="0"/>
              <w:rPr>
                <w:sz w:val="20"/>
                <w:szCs w:val="20"/>
              </w:rPr>
            </w:pPr>
            <w:r w:rsidRPr="007E08CE">
              <w:rPr>
                <w:sz w:val="20"/>
                <w:szCs w:val="20"/>
              </w:rPr>
              <w:t>LZYTMGEF</w:t>
            </w:r>
            <w:r w:rsidR="00A2227D">
              <w:rPr>
                <w:sz w:val="20"/>
                <w:szCs w:val="20"/>
              </w:rPr>
              <w:t>1</w:t>
            </w:r>
            <w:r w:rsidRPr="007E08CE">
              <w:rPr>
                <w:sz w:val="20"/>
                <w:szCs w:val="20"/>
              </w:rPr>
              <w:t>P1003165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5BE51580" w:rsidR="00CF0C2E" w:rsidRPr="00D1766F" w:rsidRDefault="00D1766F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VIN Number was given as </w:t>
            </w:r>
            <w:r w:rsidRPr="00D1766F">
              <w:rPr>
                <w:sz w:val="20"/>
                <w:szCs w:val="20"/>
                <w:lang w:val="en-US"/>
              </w:rPr>
              <w:t>LZYTMGEF</w:t>
            </w:r>
            <w:r w:rsidR="005F4E5E" w:rsidRPr="005F4E5E">
              <w:rPr>
                <w:b/>
                <w:bCs/>
                <w:sz w:val="20"/>
                <w:szCs w:val="20"/>
                <w:highlight w:val="yellow"/>
                <w:lang w:val="en-US"/>
              </w:rPr>
              <w:t>3</w:t>
            </w:r>
            <w:r w:rsidRPr="00D1766F">
              <w:rPr>
                <w:sz w:val="20"/>
                <w:szCs w:val="20"/>
                <w:lang w:val="en-US"/>
              </w:rPr>
              <w:t>P1003165</w:t>
            </w:r>
            <w:r w:rsidRPr="00D1766F">
              <w:rPr>
                <w:sz w:val="20"/>
                <w:szCs w:val="20"/>
                <w:lang w:val="en-US"/>
              </w:rPr>
              <w:t xml:space="preserve"> but acc. </w:t>
            </w:r>
            <w:r>
              <w:rPr>
                <w:sz w:val="20"/>
                <w:szCs w:val="20"/>
                <w:lang w:val="en-US"/>
              </w:rPr>
              <w:t xml:space="preserve">to previous </w:t>
            </w:r>
            <w:proofErr w:type="spellStart"/>
            <w:r>
              <w:rPr>
                <w:sz w:val="20"/>
                <w:szCs w:val="20"/>
                <w:lang w:val="en-US"/>
              </w:rPr>
              <w:t>Tongda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claim is </w:t>
            </w:r>
            <w:r w:rsidRPr="00D1766F">
              <w:rPr>
                <w:sz w:val="20"/>
                <w:szCs w:val="20"/>
                <w:lang w:val="en-US"/>
              </w:rPr>
              <w:t>LZYTMGEF1P1003165</w:t>
            </w:r>
          </w:p>
        </w:tc>
      </w:tr>
      <w:tr w:rsidR="00CF0C2E" w:rsidRPr="009D2C37" w14:paraId="1D0D3FC2" w14:textId="77777777" w:rsidTr="007E08CE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194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2C40F51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5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ru-RU"/>
              </w:rPr>
              <w:t>Inte</w:t>
            </w:r>
            <w:proofErr w:type="spellStart"/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6F4321DB" w:rsidR="00CF0C2E" w:rsidRPr="009D2C37" w:rsidRDefault="00E954EA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2</w:t>
            </w:r>
            <w:r w:rsidR="007E08CE">
              <w:rPr>
                <w:b/>
                <w:sz w:val="20"/>
                <w:szCs w:val="20"/>
                <w:lang w:val="ru-RU"/>
              </w:rPr>
              <w:t>6.08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3CCFDBAD" w:rsidR="00CF0C2E" w:rsidRPr="009D2C37" w:rsidRDefault="00A41C2D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4</w:t>
            </w:r>
            <w:r w:rsidR="007E08CE">
              <w:rPr>
                <w:sz w:val="20"/>
                <w:szCs w:val="20"/>
                <w:lang w:val="ru-RU"/>
              </w:rPr>
              <w:t>0056</w:t>
            </w:r>
          </w:p>
        </w:tc>
      </w:tr>
      <w:tr w:rsidR="00CF0C2E" w:rsidRPr="00A2227D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A2227D" w14:paraId="142DD5D9" w14:textId="77777777" w:rsidTr="008C5B3D">
        <w:tc>
          <w:tcPr>
            <w:tcW w:w="6957" w:type="dxa"/>
            <w:gridSpan w:val="16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r w:rsidR="009D2C37" w:rsidRPr="00A2227D">
              <w:rPr>
                <w:b/>
                <w:bCs/>
                <w:sz w:val="20"/>
                <w:szCs w:val="20"/>
                <w:lang w:val="en-US"/>
              </w:rPr>
              <w:t>ork performed</w:t>
            </w:r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E08CE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B2028D">
        <w:tc>
          <w:tcPr>
            <w:tcW w:w="1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39034765" w:rsidR="008C5B3D" w:rsidRPr="00C949F4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  <w:r w:rsidR="00C949F4">
              <w:rPr>
                <w:b/>
                <w:bCs/>
                <w:sz w:val="20"/>
                <w:szCs w:val="20"/>
                <w:lang w:val="ru-RU"/>
              </w:rPr>
              <w:t xml:space="preserve"> 16:00</w:t>
            </w:r>
          </w:p>
        </w:tc>
        <w:tc>
          <w:tcPr>
            <w:tcW w:w="1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km if company 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3A3B" w14:textId="10A1528E" w:rsidR="008C5B3D" w:rsidRPr="00C949F4" w:rsidRDefault="00C949F4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40056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411C8C" w:rsidR="008C5B3D" w:rsidRPr="009D2C37" w:rsidRDefault="00D70768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D70768">
              <w:rPr>
                <w:sz w:val="20"/>
                <w:szCs w:val="20"/>
                <w:lang w:val="en-GB"/>
              </w:rPr>
              <w:t>29558107</w:t>
            </w:r>
          </w:p>
        </w:tc>
      </w:tr>
      <w:tr w:rsidR="008C5B3D" w:rsidRPr="009D2C37" w14:paraId="4E3EE715" w14:textId="77777777" w:rsidTr="00B2028D">
        <w:tc>
          <w:tcPr>
            <w:tcW w:w="1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Labor Last Applied date:</w:t>
            </w:r>
          </w:p>
        </w:tc>
        <w:tc>
          <w:tcPr>
            <w:tcW w:w="1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2046E5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>2</w:t>
            </w:r>
            <w:r w:rsidR="00C949F4">
              <w:rPr>
                <w:b/>
                <w:bCs/>
                <w:sz w:val="20"/>
                <w:szCs w:val="20"/>
                <w:lang w:val="ru-RU"/>
              </w:rPr>
              <w:t>6.08.</w:t>
            </w:r>
            <w:r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43EC1B1A" w:rsidR="007368B4" w:rsidRPr="009D2C37" w:rsidRDefault="00D70768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EL02</w:t>
            </w: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617FE418" w:rsidR="007368B4" w:rsidRPr="009D2C37" w:rsidRDefault="00D70768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AD15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6B26BCFC" w:rsidR="007368B4" w:rsidRPr="009D2C37" w:rsidRDefault="00D70768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P2789</w:t>
            </w: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0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0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1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1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366A3FCE" w:rsidR="00DB257A" w:rsidRPr="007368B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2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2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A2227D">
        <w:rPr>
          <w:lang w:val="en-US"/>
        </w:rPr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9C7D59" w:rsidRPr="00A2227D">
        <w:rPr>
          <w:lang w:val="en-US"/>
        </w:rPr>
        <w:t xml:space="preserve"> </w:t>
      </w:r>
      <w:r w:rsidR="009C7D59" w:rsidRPr="009C7D59">
        <w:rPr>
          <w:b/>
          <w:sz w:val="20"/>
          <w:szCs w:val="20"/>
          <w:highlight w:val="yellow"/>
          <w:lang w:val="en-US"/>
        </w:rPr>
        <w:t>Valve body replacement</w:t>
      </w:r>
      <w:r w:rsidR="009C7D59">
        <w:rPr>
          <w:b/>
          <w:sz w:val="20"/>
          <w:szCs w:val="20"/>
          <w:lang w:val="en-US"/>
        </w:rPr>
        <w:t xml:space="preserve">, </w:t>
      </w:r>
      <w:r w:rsidR="009C7D59" w:rsidRPr="007368B4">
        <w:rPr>
          <w:b/>
          <w:sz w:val="20"/>
          <w:szCs w:val="20"/>
          <w:lang w:val="en-US"/>
        </w:rPr>
        <w:t>diagnostics</w:t>
      </w:r>
      <w:r w:rsidR="009C7D59">
        <w:rPr>
          <w:b/>
          <w:sz w:val="20"/>
          <w:szCs w:val="20"/>
          <w:lang w:val="en-US"/>
        </w:rPr>
        <w:t>.</w:t>
      </w:r>
    </w:p>
    <w:p w14:paraId="3A4AD02C" w14:textId="0CA19AF1" w:rsidR="00912D3B" w:rsidRPr="009716C1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en-US"/>
        </w:rPr>
      </w:pPr>
      <w:bookmarkStart w:id="3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716C1">
        <w:rPr>
          <w:b/>
          <w:bCs/>
          <w:sz w:val="20"/>
          <w:szCs w:val="20"/>
          <w:lang w:val="en-US"/>
        </w:rPr>
        <w:t>:</w:t>
      </w:r>
      <w:r w:rsidR="008704D7" w:rsidRPr="009716C1">
        <w:rPr>
          <w:bCs/>
          <w:sz w:val="20"/>
          <w:szCs w:val="20"/>
          <w:lang w:val="en-US"/>
        </w:rPr>
        <w:t xml:space="preserve"> </w:t>
      </w:r>
    </w:p>
    <w:bookmarkEnd w:id="3"/>
    <w:p w14:paraId="1ED9D999" w14:textId="77777777" w:rsidR="008704D7" w:rsidRPr="009716C1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en-US"/>
        </w:rPr>
      </w:pPr>
    </w:p>
    <w:p w14:paraId="0130B148" w14:textId="77777777" w:rsidR="004A02EC" w:rsidRPr="009716C1" w:rsidRDefault="004A02EC" w:rsidP="004A02EC">
      <w:pPr>
        <w:rPr>
          <w:sz w:val="20"/>
          <w:szCs w:val="20"/>
          <w:lang w:val="en-US"/>
        </w:rPr>
      </w:pPr>
    </w:p>
    <w:p w14:paraId="4D6C17B6" w14:textId="77777777" w:rsidR="00ED520B" w:rsidRDefault="00ED520B" w:rsidP="004A02EC">
      <w:pPr>
        <w:rPr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982"/>
        <w:gridCol w:w="992"/>
        <w:gridCol w:w="964"/>
      </w:tblGrid>
      <w:tr w:rsidR="00ED520B" w:rsidRPr="00912D3B" w14:paraId="1A79AA47" w14:textId="77777777" w:rsidTr="00D32303">
        <w:tc>
          <w:tcPr>
            <w:tcW w:w="1418" w:type="dxa"/>
            <w:shd w:val="clear" w:color="auto" w:fill="auto"/>
          </w:tcPr>
          <w:p w14:paraId="727F5B9A" w14:textId="77777777" w:rsidR="00ED520B" w:rsidRPr="00912D3B" w:rsidRDefault="00ED520B" w:rsidP="00D323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982" w:type="dxa"/>
            <w:shd w:val="clear" w:color="auto" w:fill="auto"/>
          </w:tcPr>
          <w:p w14:paraId="1AEA2745" w14:textId="77777777" w:rsidR="00ED520B" w:rsidRPr="00912D3B" w:rsidRDefault="00ED520B" w:rsidP="00D323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2" w:type="dxa"/>
            <w:shd w:val="clear" w:color="auto" w:fill="auto"/>
          </w:tcPr>
          <w:p w14:paraId="23F15384" w14:textId="77777777" w:rsidR="00ED520B" w:rsidRPr="00912D3B" w:rsidRDefault="00ED520B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964" w:type="dxa"/>
            <w:shd w:val="clear" w:color="auto" w:fill="auto"/>
          </w:tcPr>
          <w:p w14:paraId="7C1DB36F" w14:textId="77777777" w:rsidR="00ED520B" w:rsidRPr="00912D3B" w:rsidRDefault="00ED520B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ED520B" w:rsidRPr="00F06FF4" w14:paraId="13DE7F6C" w14:textId="77777777" w:rsidTr="00D32303">
        <w:tc>
          <w:tcPr>
            <w:tcW w:w="1418" w:type="dxa"/>
            <w:shd w:val="clear" w:color="auto" w:fill="auto"/>
          </w:tcPr>
          <w:p w14:paraId="4886307F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5982" w:type="dxa"/>
            <w:shd w:val="clear" w:color="auto" w:fill="auto"/>
          </w:tcPr>
          <w:p w14:paraId="5EFF55A5" w14:textId="77777777" w:rsidR="00ED520B" w:rsidRPr="001D1B0B" w:rsidRDefault="00ED520B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 xml:space="preserve">Troubleshooting with DOC, Snapshot, </w:t>
            </w:r>
          </w:p>
        </w:tc>
        <w:tc>
          <w:tcPr>
            <w:tcW w:w="992" w:type="dxa"/>
            <w:shd w:val="clear" w:color="auto" w:fill="auto"/>
          </w:tcPr>
          <w:p w14:paraId="04858F29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964" w:type="dxa"/>
            <w:shd w:val="clear" w:color="auto" w:fill="auto"/>
          </w:tcPr>
          <w:p w14:paraId="12D1C0CF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ED520B" w:rsidRPr="00F06FF4" w14:paraId="097A3EC0" w14:textId="77777777" w:rsidTr="00D32303">
        <w:tc>
          <w:tcPr>
            <w:tcW w:w="1418" w:type="dxa"/>
            <w:shd w:val="clear" w:color="auto" w:fill="auto"/>
          </w:tcPr>
          <w:p w14:paraId="59CB0AE1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00094011</w:t>
            </w:r>
          </w:p>
        </w:tc>
        <w:tc>
          <w:tcPr>
            <w:tcW w:w="5982" w:type="dxa"/>
            <w:shd w:val="clear" w:color="auto" w:fill="auto"/>
          </w:tcPr>
          <w:p w14:paraId="5D6D3FDD" w14:textId="77777777" w:rsidR="00ED520B" w:rsidRPr="001D1B0B" w:rsidRDefault="00ED520B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R&amp;R underfloor-plate to get access to transmission</w:t>
            </w:r>
          </w:p>
        </w:tc>
        <w:tc>
          <w:tcPr>
            <w:tcW w:w="992" w:type="dxa"/>
            <w:shd w:val="clear" w:color="auto" w:fill="auto"/>
          </w:tcPr>
          <w:p w14:paraId="4337F13A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964" w:type="dxa"/>
            <w:shd w:val="clear" w:color="auto" w:fill="auto"/>
          </w:tcPr>
          <w:p w14:paraId="542E2625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ED520B" w:rsidRPr="00F06FF4" w14:paraId="49344B59" w14:textId="77777777" w:rsidTr="00D32303">
        <w:tc>
          <w:tcPr>
            <w:tcW w:w="1418" w:type="dxa"/>
            <w:shd w:val="clear" w:color="auto" w:fill="auto"/>
          </w:tcPr>
          <w:p w14:paraId="31C5EF0B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00094700</w:t>
            </w:r>
          </w:p>
        </w:tc>
        <w:tc>
          <w:tcPr>
            <w:tcW w:w="5982" w:type="dxa"/>
            <w:shd w:val="clear" w:color="auto" w:fill="auto"/>
          </w:tcPr>
          <w:p w14:paraId="117041AE" w14:textId="77777777" w:rsidR="00ED520B" w:rsidRPr="001D1B0B" w:rsidRDefault="00ED520B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R&amp;R Control Valve Body</w:t>
            </w:r>
          </w:p>
        </w:tc>
        <w:tc>
          <w:tcPr>
            <w:tcW w:w="992" w:type="dxa"/>
            <w:shd w:val="clear" w:color="auto" w:fill="auto"/>
          </w:tcPr>
          <w:p w14:paraId="1A946B08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964" w:type="dxa"/>
            <w:shd w:val="clear" w:color="auto" w:fill="auto"/>
          </w:tcPr>
          <w:p w14:paraId="4ADADBEF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ED520B" w:rsidRPr="00F06FF4" w14:paraId="05264734" w14:textId="77777777" w:rsidTr="00D32303">
        <w:tc>
          <w:tcPr>
            <w:tcW w:w="1418" w:type="dxa"/>
            <w:shd w:val="clear" w:color="auto" w:fill="auto"/>
          </w:tcPr>
          <w:p w14:paraId="763B61E8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00096100</w:t>
            </w:r>
          </w:p>
        </w:tc>
        <w:tc>
          <w:tcPr>
            <w:tcW w:w="5982" w:type="dxa"/>
            <w:shd w:val="clear" w:color="auto" w:fill="auto"/>
          </w:tcPr>
          <w:p w14:paraId="5F27F38C" w14:textId="77777777" w:rsidR="00ED520B" w:rsidRPr="001D1B0B" w:rsidRDefault="00ED520B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Overhaul Control Valve Body</w:t>
            </w:r>
          </w:p>
        </w:tc>
        <w:tc>
          <w:tcPr>
            <w:tcW w:w="992" w:type="dxa"/>
            <w:shd w:val="clear" w:color="auto" w:fill="auto"/>
          </w:tcPr>
          <w:p w14:paraId="1AB71BDA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2.0</w:t>
            </w:r>
          </w:p>
        </w:tc>
        <w:tc>
          <w:tcPr>
            <w:tcW w:w="964" w:type="dxa"/>
            <w:shd w:val="clear" w:color="auto" w:fill="auto"/>
          </w:tcPr>
          <w:p w14:paraId="7DB43370" w14:textId="77777777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2.0</w:t>
            </w:r>
          </w:p>
        </w:tc>
      </w:tr>
      <w:tr w:rsidR="00ED520B" w:rsidRPr="00F06FF4" w14:paraId="2DC1E14E" w14:textId="77777777" w:rsidTr="00D32303">
        <w:tc>
          <w:tcPr>
            <w:tcW w:w="1418" w:type="dxa"/>
            <w:shd w:val="clear" w:color="auto" w:fill="auto"/>
          </w:tcPr>
          <w:p w14:paraId="28863E94" w14:textId="0DCB33FA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0009640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5982" w:type="dxa"/>
            <w:shd w:val="clear" w:color="auto" w:fill="auto"/>
          </w:tcPr>
          <w:p w14:paraId="411B7F72" w14:textId="77777777" w:rsidR="00ED520B" w:rsidRPr="001D1B0B" w:rsidRDefault="00ED520B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Final Test Drive</w:t>
            </w:r>
          </w:p>
        </w:tc>
        <w:tc>
          <w:tcPr>
            <w:tcW w:w="992" w:type="dxa"/>
            <w:shd w:val="clear" w:color="auto" w:fill="auto"/>
          </w:tcPr>
          <w:p w14:paraId="56F4FD6C" w14:textId="31E97695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  <w:tc>
          <w:tcPr>
            <w:tcW w:w="964" w:type="dxa"/>
            <w:shd w:val="clear" w:color="auto" w:fill="auto"/>
          </w:tcPr>
          <w:p w14:paraId="0FAAFD3E" w14:textId="03F3C2CE" w:rsidR="00ED520B" w:rsidRPr="001D1B0B" w:rsidRDefault="00ED520B" w:rsidP="00D32303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</w:tbl>
    <w:p w14:paraId="3070E106" w14:textId="77777777" w:rsidR="00ED520B" w:rsidRPr="009716C1" w:rsidRDefault="00ED520B" w:rsidP="004A02EC">
      <w:pPr>
        <w:rPr>
          <w:sz w:val="20"/>
          <w:szCs w:val="20"/>
          <w:lang w:val="en-US"/>
        </w:rPr>
      </w:pPr>
    </w:p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35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C7115C" w:rsidRPr="00DF5DEF" w14:paraId="19A95863" w14:textId="77777777" w:rsidTr="00D32303">
        <w:tc>
          <w:tcPr>
            <w:tcW w:w="1418" w:type="dxa"/>
          </w:tcPr>
          <w:p w14:paraId="24657FC2" w14:textId="77777777" w:rsidR="00C7115C" w:rsidRPr="00A4750F" w:rsidRDefault="00C7115C" w:rsidP="00D32303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7087" w:type="dxa"/>
            <w:vAlign w:val="center"/>
          </w:tcPr>
          <w:p w14:paraId="64E2FD8E" w14:textId="77777777" w:rsidR="00C7115C" w:rsidRPr="009D0D06" w:rsidRDefault="00C7115C" w:rsidP="00D32303">
            <w:pPr>
              <w:rPr>
                <w:rFonts w:ascii="Arial" w:hAnsi="Arial" w:cs="Tahoma"/>
                <w:b/>
                <w:sz w:val="18"/>
                <w:szCs w:val="18"/>
              </w:rPr>
            </w:pPr>
            <w:r w:rsidRPr="00881C44">
              <w:rPr>
                <w:rFonts w:ascii="Arial" w:hAnsi="Arial" w:cs="Tahoma"/>
                <w:b/>
                <w:sz w:val="18"/>
                <w:szCs w:val="18"/>
                <w:lang w:val="en-US"/>
              </w:rPr>
              <w:t xml:space="preserve"> Part Desc</w:t>
            </w:r>
            <w:proofErr w:type="spellStart"/>
            <w:r>
              <w:rPr>
                <w:rFonts w:ascii="Arial" w:hAnsi="Arial" w:cs="Tahoma"/>
                <w:b/>
                <w:sz w:val="18"/>
                <w:szCs w:val="18"/>
              </w:rPr>
              <w:t>ription</w:t>
            </w:r>
            <w:proofErr w:type="spellEnd"/>
          </w:p>
        </w:tc>
        <w:tc>
          <w:tcPr>
            <w:tcW w:w="851" w:type="dxa"/>
            <w:vAlign w:val="center"/>
          </w:tcPr>
          <w:p w14:paraId="732626BF" w14:textId="77777777" w:rsidR="00C7115C" w:rsidRPr="009D0D06" w:rsidRDefault="00C7115C" w:rsidP="00D32303">
            <w:pPr>
              <w:tabs>
                <w:tab w:val="left" w:pos="735"/>
              </w:tabs>
              <w:jc w:val="right"/>
              <w:rPr>
                <w:rFonts w:ascii="Arial" w:hAnsi="Arial" w:cs="Tahoma"/>
                <w:b/>
                <w:sz w:val="20"/>
                <w:szCs w:val="20"/>
              </w:rPr>
            </w:pPr>
            <w:proofErr w:type="spellStart"/>
            <w:r w:rsidRPr="009D0D06">
              <w:rPr>
                <w:rFonts w:ascii="Arial" w:hAnsi="Arial" w:cs="Tahoma"/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C7115C" w14:paraId="1150728D" w14:textId="77777777" w:rsidTr="00D32303">
        <w:tc>
          <w:tcPr>
            <w:tcW w:w="1418" w:type="dxa"/>
          </w:tcPr>
          <w:p w14:paraId="10B09021" w14:textId="77777777" w:rsidR="00C7115C" w:rsidRPr="007015D1" w:rsidRDefault="00C7115C" w:rsidP="00D32303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color w:val="333333"/>
                <w:sz w:val="20"/>
                <w:szCs w:val="20"/>
              </w:rPr>
              <w:t>29558107</w:t>
            </w:r>
            <w:r w:rsidRPr="007015D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60960460" w14:textId="77777777" w:rsidR="00C7115C" w:rsidRPr="007015D1" w:rsidRDefault="00C7115C" w:rsidP="00D32303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 xml:space="preserve">Body Assembly, Solenoid Valve </w:t>
            </w:r>
            <w:proofErr w:type="gramStart"/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proofErr w:type="gramEnd"/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 xml:space="preserve"> Pin</w:t>
            </w:r>
          </w:p>
        </w:tc>
        <w:tc>
          <w:tcPr>
            <w:tcW w:w="851" w:type="dxa"/>
            <w:vAlign w:val="center"/>
          </w:tcPr>
          <w:p w14:paraId="7632AE2A" w14:textId="77777777" w:rsidR="00C7115C" w:rsidRPr="007015D1" w:rsidRDefault="00C7115C" w:rsidP="00D32303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C7115C" w14:paraId="79DD0F9A" w14:textId="77777777" w:rsidTr="00D32303">
        <w:tc>
          <w:tcPr>
            <w:tcW w:w="1418" w:type="dxa"/>
          </w:tcPr>
          <w:p w14:paraId="56475746" w14:textId="77777777" w:rsidR="00C7115C" w:rsidRPr="007015D1" w:rsidRDefault="00C7115C" w:rsidP="00D32303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29566113</w:t>
            </w:r>
          </w:p>
        </w:tc>
        <w:tc>
          <w:tcPr>
            <w:tcW w:w="7087" w:type="dxa"/>
            <w:vAlign w:val="center"/>
          </w:tcPr>
          <w:p w14:paraId="09EC0049" w14:textId="77777777" w:rsidR="00C7115C" w:rsidRPr="007015D1" w:rsidRDefault="00C7115C" w:rsidP="00D32303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Valve, Clutch Trim. See 06-WT-22</w:t>
            </w:r>
          </w:p>
        </w:tc>
        <w:tc>
          <w:tcPr>
            <w:tcW w:w="851" w:type="dxa"/>
            <w:vAlign w:val="center"/>
          </w:tcPr>
          <w:p w14:paraId="3DD39A8E" w14:textId="77777777" w:rsidR="00C7115C" w:rsidRPr="007015D1" w:rsidRDefault="00C7115C" w:rsidP="00D32303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</w:tr>
      <w:tr w:rsidR="00C7115C" w14:paraId="08FD87C3" w14:textId="77777777" w:rsidTr="00D32303">
        <w:tc>
          <w:tcPr>
            <w:tcW w:w="1418" w:type="dxa"/>
          </w:tcPr>
          <w:p w14:paraId="30AC74DE" w14:textId="77777777" w:rsidR="00C7115C" w:rsidRPr="007015D1" w:rsidRDefault="00C7115C" w:rsidP="00D32303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29566114</w:t>
            </w:r>
          </w:p>
        </w:tc>
        <w:tc>
          <w:tcPr>
            <w:tcW w:w="7087" w:type="dxa"/>
            <w:vAlign w:val="center"/>
          </w:tcPr>
          <w:p w14:paraId="630C2E1B" w14:textId="77777777" w:rsidR="00C7115C" w:rsidRPr="007015D1" w:rsidRDefault="00C7115C" w:rsidP="00D32303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Valve, Clutch Trim. See 06-WT-22</w:t>
            </w:r>
          </w:p>
        </w:tc>
        <w:tc>
          <w:tcPr>
            <w:tcW w:w="851" w:type="dxa"/>
            <w:vAlign w:val="center"/>
          </w:tcPr>
          <w:p w14:paraId="6551AA42" w14:textId="77777777" w:rsidR="00C7115C" w:rsidRPr="007015D1" w:rsidRDefault="00C7115C" w:rsidP="00D32303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C7115C" w14:paraId="2EEFF7F1" w14:textId="77777777" w:rsidTr="00D32303">
        <w:tc>
          <w:tcPr>
            <w:tcW w:w="1418" w:type="dxa"/>
          </w:tcPr>
          <w:p w14:paraId="014DF8E5" w14:textId="77777777" w:rsidR="00C7115C" w:rsidRPr="007015D1" w:rsidRDefault="00C7115C" w:rsidP="00D32303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29558328</w:t>
            </w:r>
          </w:p>
        </w:tc>
        <w:tc>
          <w:tcPr>
            <w:tcW w:w="7087" w:type="dxa"/>
            <w:vAlign w:val="center"/>
          </w:tcPr>
          <w:p w14:paraId="27520D62" w14:textId="77777777" w:rsidR="00C7115C" w:rsidRPr="007015D1" w:rsidRDefault="00C7115C" w:rsidP="00D32303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Main Filter Kit. For 2 Inch Sump</w:t>
            </w:r>
          </w:p>
        </w:tc>
        <w:tc>
          <w:tcPr>
            <w:tcW w:w="851" w:type="dxa"/>
            <w:vAlign w:val="center"/>
          </w:tcPr>
          <w:p w14:paraId="11D8382E" w14:textId="77777777" w:rsidR="00C7115C" w:rsidRPr="007015D1" w:rsidRDefault="00C7115C" w:rsidP="00D32303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C7115C" w14:paraId="47E33883" w14:textId="77777777" w:rsidTr="00D32303">
        <w:tc>
          <w:tcPr>
            <w:tcW w:w="1418" w:type="dxa"/>
          </w:tcPr>
          <w:p w14:paraId="4707B5B9" w14:textId="77777777" w:rsidR="00C7115C" w:rsidRPr="007015D1" w:rsidRDefault="00C7115C" w:rsidP="00D32303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29559768</w:t>
            </w:r>
          </w:p>
        </w:tc>
        <w:tc>
          <w:tcPr>
            <w:tcW w:w="7087" w:type="dxa"/>
            <w:vAlign w:val="center"/>
          </w:tcPr>
          <w:p w14:paraId="0DD36240" w14:textId="77777777" w:rsidR="00C7115C" w:rsidRPr="007015D1" w:rsidRDefault="00C7115C" w:rsidP="00D32303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Control Module Seal and Gasket Kit</w:t>
            </w:r>
          </w:p>
        </w:tc>
        <w:tc>
          <w:tcPr>
            <w:tcW w:w="851" w:type="dxa"/>
            <w:vAlign w:val="center"/>
          </w:tcPr>
          <w:p w14:paraId="016CD991" w14:textId="77777777" w:rsidR="00C7115C" w:rsidRPr="007015D1" w:rsidRDefault="00C7115C" w:rsidP="00D32303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4743"/>
        <w:gridCol w:w="1265"/>
        <w:gridCol w:w="984"/>
        <w:gridCol w:w="844"/>
      </w:tblGrid>
      <w:tr w:rsidR="00ED520B" w:rsidRPr="00495E63" w14:paraId="60CBF0C9" w14:textId="77777777" w:rsidTr="00D32303">
        <w:tc>
          <w:tcPr>
            <w:tcW w:w="1400" w:type="dxa"/>
            <w:shd w:val="clear" w:color="auto" w:fill="auto"/>
          </w:tcPr>
          <w:p w14:paraId="704F5064" w14:textId="77777777" w:rsidR="00ED520B" w:rsidRPr="00A4750F" w:rsidRDefault="00ED520B" w:rsidP="00D323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 item type</w:t>
            </w:r>
          </w:p>
        </w:tc>
        <w:tc>
          <w:tcPr>
            <w:tcW w:w="4743" w:type="dxa"/>
            <w:shd w:val="clear" w:color="auto" w:fill="auto"/>
          </w:tcPr>
          <w:p w14:paraId="2DCC1167" w14:textId="77777777" w:rsidR="00ED520B" w:rsidRPr="00495E63" w:rsidRDefault="00ED520B" w:rsidP="00D323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Net item </w:t>
            </w:r>
            <w:r w:rsidRPr="00495E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65" w:type="dxa"/>
            <w:shd w:val="clear" w:color="auto" w:fill="auto"/>
          </w:tcPr>
          <w:p w14:paraId="08C466AD" w14:textId="77777777" w:rsidR="00ED520B" w:rsidRPr="00A4750F" w:rsidRDefault="00ED520B" w:rsidP="00D3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4750F">
              <w:rPr>
                <w:rFonts w:ascii="Arial" w:hAnsi="Arial" w:cs="Arial"/>
                <w:sz w:val="20"/>
                <w:szCs w:val="20"/>
              </w:rPr>
              <w:t>ross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(incl. VAT)</w:t>
            </w:r>
          </w:p>
        </w:tc>
        <w:tc>
          <w:tcPr>
            <w:tcW w:w="984" w:type="dxa"/>
            <w:shd w:val="clear" w:color="auto" w:fill="auto"/>
          </w:tcPr>
          <w:p w14:paraId="71A3AE8C" w14:textId="77777777" w:rsidR="00ED520B" w:rsidRPr="00A4750F" w:rsidRDefault="00ED520B" w:rsidP="00D3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844" w:type="dxa"/>
            <w:shd w:val="clear" w:color="auto" w:fill="auto"/>
          </w:tcPr>
          <w:p w14:paraId="2F6C1770" w14:textId="77777777" w:rsidR="00ED520B" w:rsidRPr="00A4750F" w:rsidRDefault="00ED520B" w:rsidP="00D3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</w:t>
            </w:r>
          </w:p>
        </w:tc>
      </w:tr>
      <w:tr w:rsidR="00ED520B" w:rsidRPr="00D06747" w14:paraId="6F3FC757" w14:textId="77777777" w:rsidTr="00D32303">
        <w:tc>
          <w:tcPr>
            <w:tcW w:w="1400" w:type="dxa"/>
            <w:shd w:val="clear" w:color="auto" w:fill="auto"/>
          </w:tcPr>
          <w:p w14:paraId="0AE14BB4" w14:textId="77777777" w:rsidR="00ED520B" w:rsidRPr="00495E63" w:rsidRDefault="00ED520B" w:rsidP="00D3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-X-</w:t>
            </w:r>
          </w:p>
        </w:tc>
        <w:tc>
          <w:tcPr>
            <w:tcW w:w="4743" w:type="dxa"/>
            <w:shd w:val="clear" w:color="auto" w:fill="auto"/>
          </w:tcPr>
          <w:p w14:paraId="0021F576" w14:textId="7FD55070" w:rsidR="00ED520B" w:rsidRPr="002D2F00" w:rsidRDefault="00ED520B" w:rsidP="00D32303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46752">
              <w:rPr>
                <w:rFonts w:ascii="Arial" w:hAnsi="Arial" w:cs="Arial"/>
                <w:sz w:val="20"/>
                <w:szCs w:val="20"/>
                <w:lang w:val="en-US"/>
              </w:rPr>
              <w:t xml:space="preserve">12% Uzbekistan VAT on </w:t>
            </w:r>
            <w:r w:rsidR="00D06747">
              <w:rPr>
                <w:rFonts w:ascii="Arial" w:hAnsi="Arial" w:cs="Arial"/>
                <w:sz w:val="20"/>
                <w:szCs w:val="20"/>
                <w:lang w:val="en-US"/>
              </w:rPr>
              <w:t xml:space="preserve">net </w:t>
            </w:r>
            <w:r w:rsidRPr="00946752">
              <w:rPr>
                <w:rFonts w:ascii="Arial" w:hAnsi="Arial" w:cs="Arial"/>
                <w:sz w:val="20"/>
                <w:szCs w:val="20"/>
                <w:lang w:val="en-US"/>
              </w:rPr>
              <w:t>total 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equest of claim</w:t>
            </w:r>
          </w:p>
        </w:tc>
        <w:tc>
          <w:tcPr>
            <w:tcW w:w="1265" w:type="dxa"/>
            <w:shd w:val="clear" w:color="auto" w:fill="auto"/>
          </w:tcPr>
          <w:p w14:paraId="31D264C5" w14:textId="77777777" w:rsidR="00ED520B" w:rsidRPr="00241691" w:rsidRDefault="00ED520B" w:rsidP="00D32303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984" w:type="dxa"/>
            <w:shd w:val="clear" w:color="auto" w:fill="auto"/>
          </w:tcPr>
          <w:p w14:paraId="6F70962F" w14:textId="77777777" w:rsidR="00ED520B" w:rsidRPr="00241691" w:rsidRDefault="00ED520B" w:rsidP="00D32303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44" w:type="dxa"/>
            <w:shd w:val="clear" w:color="auto" w:fill="auto"/>
          </w:tcPr>
          <w:p w14:paraId="4D3E6F47" w14:textId="12DD476A" w:rsidR="00ED520B" w:rsidRPr="00D06747" w:rsidRDefault="00D06747" w:rsidP="00D32303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96,22</w:t>
            </w:r>
          </w:p>
        </w:tc>
      </w:tr>
      <w:tr w:rsidR="00ED520B" w:rsidRPr="00495E63" w14:paraId="513CF3DA" w14:textId="77777777" w:rsidTr="00D32303">
        <w:tc>
          <w:tcPr>
            <w:tcW w:w="1400" w:type="dxa"/>
            <w:shd w:val="clear" w:color="auto" w:fill="auto"/>
          </w:tcPr>
          <w:p w14:paraId="7CCF388E" w14:textId="77777777" w:rsidR="00ED520B" w:rsidRPr="00495E63" w:rsidRDefault="00ED520B" w:rsidP="00D3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-M-</w:t>
            </w:r>
          </w:p>
        </w:tc>
        <w:tc>
          <w:tcPr>
            <w:tcW w:w="4743" w:type="dxa"/>
            <w:shd w:val="clear" w:color="auto" w:fill="auto"/>
          </w:tcPr>
          <w:p w14:paraId="34B9ABC7" w14:textId="01844C41" w:rsidR="00ED520B" w:rsidRPr="007C40F1" w:rsidRDefault="00ED520B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40F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0 </w:t>
            </w:r>
            <w:r w:rsidRPr="007C40F1">
              <w:rPr>
                <w:rFonts w:ascii="Arial" w:hAnsi="Arial" w:cs="Arial"/>
                <w:sz w:val="20"/>
                <w:szCs w:val="20"/>
                <w:lang w:val="en-US"/>
              </w:rPr>
              <w:t>Liters of TES668 fluid @ 10,00 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UR/L (128.550,00 UZS/L)</w:t>
            </w:r>
          </w:p>
        </w:tc>
        <w:tc>
          <w:tcPr>
            <w:tcW w:w="1265" w:type="dxa"/>
            <w:shd w:val="clear" w:color="auto" w:fill="auto"/>
          </w:tcPr>
          <w:p w14:paraId="51FFC570" w14:textId="77777777" w:rsidR="00ED520B" w:rsidRPr="00241691" w:rsidRDefault="00ED520B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shd w:val="clear" w:color="auto" w:fill="auto"/>
          </w:tcPr>
          <w:p w14:paraId="5C4632DA" w14:textId="77777777" w:rsidR="00ED520B" w:rsidRPr="00241691" w:rsidRDefault="00ED520B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shd w:val="clear" w:color="auto" w:fill="auto"/>
          </w:tcPr>
          <w:p w14:paraId="0C19B4E2" w14:textId="5A4362A5" w:rsidR="00ED520B" w:rsidRPr="00495E63" w:rsidRDefault="00ED520B" w:rsidP="00D323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1F8D6ADA" w14:textId="150A814D" w:rsidR="0098420E" w:rsidRDefault="0098420E">
      <w:pPr>
        <w:rPr>
          <w:sz w:val="20"/>
          <w:szCs w:val="20"/>
        </w:rPr>
      </w:pPr>
    </w:p>
    <w:p w14:paraId="4F0F1308" w14:textId="77777777" w:rsidR="0098420E" w:rsidRDefault="0098420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185"/>
        <w:gridCol w:w="1619"/>
        <w:gridCol w:w="1540"/>
      </w:tblGrid>
      <w:tr w:rsidR="0098420E" w:rsidRPr="0098420E" w14:paraId="64C944FD" w14:textId="77777777" w:rsidTr="00D32303">
        <w:tc>
          <w:tcPr>
            <w:tcW w:w="9344" w:type="dxa"/>
            <w:gridSpan w:val="3"/>
          </w:tcPr>
          <w:p w14:paraId="1059EC41" w14:textId="77777777" w:rsidR="0098420E" w:rsidRPr="00EE0595" w:rsidRDefault="0098420E" w:rsidP="00D32303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Turn Around Data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(new for 2021)</w:t>
            </w:r>
          </w:p>
        </w:tc>
      </w:tr>
      <w:tr w:rsidR="0098420E" w:rsidRPr="0098420E" w14:paraId="7EF9E20D" w14:textId="77777777" w:rsidTr="00D32303">
        <w:tc>
          <w:tcPr>
            <w:tcW w:w="9344" w:type="dxa"/>
            <w:gridSpan w:val="3"/>
          </w:tcPr>
          <w:p w14:paraId="186893C6" w14:textId="77777777" w:rsidR="0098420E" w:rsidRPr="00EE0595" w:rsidRDefault="0098420E" w:rsidP="00D32303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98420E" w:rsidRPr="00EE0595" w14:paraId="062FFACF" w14:textId="77777777" w:rsidTr="00D32303">
        <w:tc>
          <w:tcPr>
            <w:tcW w:w="6185" w:type="dxa"/>
          </w:tcPr>
          <w:p w14:paraId="536205BB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</w:tcPr>
          <w:p w14:paraId="7282BE42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MM-DD-YYYY</w:t>
            </w:r>
          </w:p>
        </w:tc>
        <w:tc>
          <w:tcPr>
            <w:tcW w:w="1540" w:type="dxa"/>
          </w:tcPr>
          <w:p w14:paraId="1CC9D653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HH:MM</w:t>
            </w:r>
          </w:p>
        </w:tc>
      </w:tr>
      <w:tr w:rsidR="0098420E" w:rsidRPr="0098420E" w14:paraId="40F0D5FE" w14:textId="77777777" w:rsidTr="00D32303">
        <w:tc>
          <w:tcPr>
            <w:tcW w:w="6185" w:type="dxa"/>
          </w:tcPr>
          <w:p w14:paraId="79B583B4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Repair Order Open Date/Time:</w:t>
            </w:r>
          </w:p>
        </w:tc>
        <w:tc>
          <w:tcPr>
            <w:tcW w:w="1619" w:type="dxa"/>
          </w:tcPr>
          <w:p w14:paraId="438A8C8C" w14:textId="3C9D1E3C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02-19-2024</w:t>
            </w:r>
          </w:p>
        </w:tc>
        <w:tc>
          <w:tcPr>
            <w:tcW w:w="1540" w:type="dxa"/>
          </w:tcPr>
          <w:p w14:paraId="353EAFF3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420E" w:rsidRPr="0098420E" w14:paraId="6ADA2165" w14:textId="77777777" w:rsidTr="00D32303">
        <w:tc>
          <w:tcPr>
            <w:tcW w:w="6185" w:type="dxa"/>
          </w:tcPr>
          <w:p w14:paraId="724E4D82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Last Labor Applied Date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technician finished the repair on site, or finished repair at workshop respectively.) repair at workshop respectively.)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41006512" w14:textId="49C365EA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03-27-2024</w:t>
            </w:r>
          </w:p>
        </w:tc>
        <w:tc>
          <w:tcPr>
            <w:tcW w:w="1540" w:type="dxa"/>
          </w:tcPr>
          <w:p w14:paraId="47322C4B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420E" w:rsidRPr="0098420E" w14:paraId="7812D706" w14:textId="77777777" w:rsidTr="00D32303">
        <w:tc>
          <w:tcPr>
            <w:tcW w:w="6185" w:type="dxa"/>
          </w:tcPr>
          <w:p w14:paraId="4D400BF6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First Labor Applied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 w:rsidRPr="00431A4E">
              <w:rPr>
                <w:rFonts w:ascii="Arial" w:hAnsi="Arial" w:cs="Arial"/>
                <w:sz w:val="16"/>
                <w:szCs w:val="16"/>
                <w:lang w:val="en-US"/>
              </w:rPr>
              <w:t>technician started to work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on the vehicle/transmission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2D17C857" w14:textId="4E44A7D1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03-27-2024</w:t>
            </w:r>
          </w:p>
        </w:tc>
        <w:tc>
          <w:tcPr>
            <w:tcW w:w="1540" w:type="dxa"/>
          </w:tcPr>
          <w:p w14:paraId="046D81A2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420E" w:rsidRPr="0098420E" w14:paraId="72E25C94" w14:textId="77777777" w:rsidTr="00D32303">
        <w:tc>
          <w:tcPr>
            <w:tcW w:w="6185" w:type="dxa"/>
          </w:tcPr>
          <w:p w14:paraId="05D003B5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First Part Ordered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first part for this particular job was ordered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stock,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182AFA6B" w14:textId="2F2D800A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02-19-2024</w:t>
            </w:r>
          </w:p>
        </w:tc>
        <w:tc>
          <w:tcPr>
            <w:tcW w:w="1540" w:type="dxa"/>
          </w:tcPr>
          <w:p w14:paraId="43D58F2C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420E" w:rsidRPr="0098420E" w14:paraId="747FD93D" w14:textId="77777777" w:rsidTr="00D32303">
        <w:tc>
          <w:tcPr>
            <w:tcW w:w="6185" w:type="dxa"/>
          </w:tcPr>
          <w:p w14:paraId="7106928C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Last Part Arrived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last part for this particular job arrived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2430FD92" w14:textId="2A2B5060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03-25-2024</w:t>
            </w:r>
          </w:p>
        </w:tc>
        <w:tc>
          <w:tcPr>
            <w:tcW w:w="1540" w:type="dxa"/>
          </w:tcPr>
          <w:p w14:paraId="067C957F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420E" w:rsidRPr="0098420E" w14:paraId="0C9B242A" w14:textId="77777777" w:rsidTr="00D32303">
        <w:tc>
          <w:tcPr>
            <w:tcW w:w="6185" w:type="dxa"/>
          </w:tcPr>
          <w:p w14:paraId="67BDEA86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Repair Order Closed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 &amp; time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when all administrative work is finished and 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he repair order file is transferred from Service Manager or Shop Manager to Your Warranty Administration)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7BDB1023" w14:textId="165AFF91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06-04-2024</w:t>
            </w:r>
          </w:p>
        </w:tc>
        <w:tc>
          <w:tcPr>
            <w:tcW w:w="1540" w:type="dxa"/>
          </w:tcPr>
          <w:p w14:paraId="1E06F96A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420E" w:rsidRPr="00131C02" w14:paraId="7CEE5669" w14:textId="77777777" w:rsidTr="00D32303">
        <w:tc>
          <w:tcPr>
            <w:tcW w:w="6185" w:type="dxa"/>
          </w:tcPr>
          <w:p w14:paraId="36C70BC4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Vehicle Arrival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technician </w:t>
            </w:r>
            <w:r w:rsidRPr="00EE05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really arrived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on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site,</w:t>
            </w:r>
            <w:proofErr w:type="gramEnd"/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respectively date &amp; time vehicle/ transmission really arrived at Your workshop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0D1B3400" w14:textId="783A96EE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03-27-2024</w:t>
            </w:r>
          </w:p>
        </w:tc>
        <w:tc>
          <w:tcPr>
            <w:tcW w:w="1540" w:type="dxa"/>
          </w:tcPr>
          <w:p w14:paraId="67A696A6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420E" w:rsidRPr="00EE0595" w14:paraId="58E7BCE9" w14:textId="77777777" w:rsidTr="00D32303">
        <w:tc>
          <w:tcPr>
            <w:tcW w:w="6185" w:type="dxa"/>
          </w:tcPr>
          <w:p w14:paraId="5E7600DD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Completed Repair, 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Customer Noti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&amp; time the customer was informed that the repair of the transmission is finished and the vehicle can be put back in operation. Usually same as date &amp; time labor was last recorded.)</w:t>
            </w:r>
          </w:p>
        </w:tc>
        <w:tc>
          <w:tcPr>
            <w:tcW w:w="1619" w:type="dxa"/>
          </w:tcPr>
          <w:p w14:paraId="700C0EE6" w14:textId="51C93603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03-27-2024</w:t>
            </w:r>
          </w:p>
        </w:tc>
        <w:tc>
          <w:tcPr>
            <w:tcW w:w="1540" w:type="dxa"/>
          </w:tcPr>
          <w:p w14:paraId="19A48DFC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8420E" w:rsidRPr="00EE0595" w14:paraId="751E2110" w14:textId="77777777" w:rsidTr="00D32303">
        <w:tc>
          <w:tcPr>
            <w:tcW w:w="6185" w:type="dxa"/>
          </w:tcPr>
          <w:p w14:paraId="4D47119B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3A7B54C8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</w:tcPr>
          <w:p w14:paraId="28703E98" w14:textId="77777777" w:rsidR="0098420E" w:rsidRPr="00EE0595" w:rsidRDefault="0098420E" w:rsidP="00D323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5C9AD4F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k Mukta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4701242">
    <w:abstractNumId w:val="7"/>
  </w:num>
  <w:num w:numId="2" w16cid:durableId="17855553">
    <w:abstractNumId w:val="2"/>
  </w:num>
  <w:num w:numId="3" w16cid:durableId="53968331">
    <w:abstractNumId w:val="1"/>
  </w:num>
  <w:num w:numId="4" w16cid:durableId="1671445335">
    <w:abstractNumId w:val="0"/>
  </w:num>
  <w:num w:numId="5" w16cid:durableId="417874500">
    <w:abstractNumId w:val="6"/>
  </w:num>
  <w:num w:numId="6" w16cid:durableId="829370684">
    <w:abstractNumId w:val="3"/>
  </w:num>
  <w:num w:numId="7" w16cid:durableId="1461873457">
    <w:abstractNumId w:val="5"/>
  </w:num>
  <w:num w:numId="8" w16cid:durableId="539324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B5D6D"/>
    <w:rsid w:val="005D51B9"/>
    <w:rsid w:val="005D7075"/>
    <w:rsid w:val="005F4E5E"/>
    <w:rsid w:val="00616B5C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7E08CE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716C1"/>
    <w:rsid w:val="0098420E"/>
    <w:rsid w:val="009A23EE"/>
    <w:rsid w:val="009C7D59"/>
    <w:rsid w:val="009D0D06"/>
    <w:rsid w:val="009D2C37"/>
    <w:rsid w:val="009E40E6"/>
    <w:rsid w:val="00A17456"/>
    <w:rsid w:val="00A2227D"/>
    <w:rsid w:val="00A367E0"/>
    <w:rsid w:val="00A41C2D"/>
    <w:rsid w:val="00A4750F"/>
    <w:rsid w:val="00A656F9"/>
    <w:rsid w:val="00A83BA2"/>
    <w:rsid w:val="00AB4CC6"/>
    <w:rsid w:val="00AD0041"/>
    <w:rsid w:val="00B07C8B"/>
    <w:rsid w:val="00B2028D"/>
    <w:rsid w:val="00B53A39"/>
    <w:rsid w:val="00B72E2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7115C"/>
    <w:rsid w:val="00C8385E"/>
    <w:rsid w:val="00C86384"/>
    <w:rsid w:val="00C949F4"/>
    <w:rsid w:val="00C95FAD"/>
    <w:rsid w:val="00CA08F7"/>
    <w:rsid w:val="00CB761F"/>
    <w:rsid w:val="00CD2989"/>
    <w:rsid w:val="00CF0C2E"/>
    <w:rsid w:val="00CF1EF4"/>
    <w:rsid w:val="00D03E7A"/>
    <w:rsid w:val="00D06747"/>
    <w:rsid w:val="00D16A86"/>
    <w:rsid w:val="00D1766F"/>
    <w:rsid w:val="00D5751E"/>
    <w:rsid w:val="00D70768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520B"/>
    <w:rsid w:val="00ED6860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paragraph" w:styleId="KeinLeerraum">
    <w:name w:val="No Spacing"/>
    <w:uiPriority w:val="1"/>
    <w:qFormat/>
    <w:rsid w:val="009D2C37"/>
    <w:rPr>
      <w:sz w:val="24"/>
      <w:szCs w:val="24"/>
      <w:lang w:eastAsia="ru-RU"/>
    </w:rPr>
  </w:style>
  <w:style w:type="table" w:styleId="Tabellenraster">
    <w:name w:val="Table Grid"/>
    <w:basedOn w:val="NormaleTabelle"/>
    <w:rsid w:val="00984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310BB-DE85-408E-BF9A-29122D7F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3</Pages>
  <Words>636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4639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8</cp:revision>
  <dcterms:created xsi:type="dcterms:W3CDTF">2024-06-21T16:41:00Z</dcterms:created>
  <dcterms:modified xsi:type="dcterms:W3CDTF">2024-06-21T17:09:00Z</dcterms:modified>
</cp:coreProperties>
</file>